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BE" w:rsidRDefault="00EA60BE" w:rsidP="00A75EA2">
      <w:pPr>
        <w:jc w:val="right"/>
        <w:rPr>
          <w:rFonts w:ascii="Tahoma" w:hAnsi="Tahoma" w:cs="Tahoma"/>
          <w:sz w:val="20"/>
        </w:rPr>
      </w:pPr>
    </w:p>
    <w:p w:rsidR="00EA60BE" w:rsidRPr="00567DC5" w:rsidRDefault="00EA60BE" w:rsidP="00296561">
      <w:pPr>
        <w:spacing w:line="360" w:lineRule="auto"/>
        <w:jc w:val="righ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Informacja prasowa</w:t>
      </w:r>
    </w:p>
    <w:p w:rsidR="00EA60BE" w:rsidRDefault="00355EB0" w:rsidP="00A75EA2">
      <w:pPr>
        <w:jc w:val="righ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Poznań, 2011-07-29</w:t>
      </w:r>
    </w:p>
    <w:p w:rsidR="00EA60BE" w:rsidRDefault="00EA60BE" w:rsidP="00A75EA2">
      <w:pPr>
        <w:jc w:val="right"/>
        <w:rPr>
          <w:rFonts w:ascii="Tahoma" w:hAnsi="Tahoma" w:cs="Tahoma"/>
          <w:sz w:val="20"/>
        </w:rPr>
      </w:pPr>
    </w:p>
    <w:p w:rsidR="00EA60BE" w:rsidRDefault="00EA60BE" w:rsidP="00B11223">
      <w:pPr>
        <w:rPr>
          <w:rFonts w:ascii="Tahoma" w:hAnsi="Tahoma" w:cs="Tahoma"/>
          <w:sz w:val="20"/>
        </w:rPr>
      </w:pPr>
    </w:p>
    <w:p w:rsidR="00EA60BE" w:rsidRDefault="00EA60BE" w:rsidP="00355EB0">
      <w:pPr>
        <w:spacing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B11223">
        <w:rPr>
          <w:rFonts w:ascii="Tahoma" w:hAnsi="Tahoma" w:cs="Tahoma"/>
          <w:b/>
          <w:sz w:val="24"/>
          <w:szCs w:val="24"/>
        </w:rPr>
        <w:t>DGA po</w:t>
      </w:r>
      <w:r w:rsidR="00443FFA">
        <w:rPr>
          <w:rFonts w:ascii="Tahoma" w:hAnsi="Tahoma" w:cs="Tahoma"/>
          <w:b/>
          <w:sz w:val="24"/>
          <w:szCs w:val="24"/>
        </w:rPr>
        <w:t>dpisała</w:t>
      </w:r>
      <w:r w:rsidR="00355EB0">
        <w:rPr>
          <w:rFonts w:ascii="Tahoma" w:hAnsi="Tahoma" w:cs="Tahoma"/>
          <w:b/>
          <w:sz w:val="24"/>
          <w:szCs w:val="24"/>
        </w:rPr>
        <w:t xml:space="preserve"> kolejną dużą umowę</w:t>
      </w:r>
      <w:r w:rsidR="00443FFA">
        <w:rPr>
          <w:rFonts w:ascii="Tahoma" w:hAnsi="Tahoma" w:cs="Tahoma"/>
          <w:b/>
          <w:sz w:val="24"/>
          <w:szCs w:val="24"/>
        </w:rPr>
        <w:t xml:space="preserve"> z dofinansowaniem</w:t>
      </w:r>
    </w:p>
    <w:p w:rsidR="00355EB0" w:rsidRDefault="00355EB0" w:rsidP="00355EB0">
      <w:pPr>
        <w:spacing w:line="360" w:lineRule="auto"/>
        <w:jc w:val="center"/>
        <w:rPr>
          <w:rFonts w:ascii="Tahoma" w:hAnsi="Tahoma" w:cs="Tahoma"/>
          <w:b/>
          <w:sz w:val="24"/>
          <w:szCs w:val="24"/>
        </w:rPr>
      </w:pPr>
    </w:p>
    <w:p w:rsidR="00355EB0" w:rsidRPr="00B11223" w:rsidRDefault="00355EB0" w:rsidP="00355EB0">
      <w:pPr>
        <w:spacing w:line="360" w:lineRule="auto"/>
        <w:jc w:val="center"/>
        <w:rPr>
          <w:rFonts w:ascii="Tahoma" w:hAnsi="Tahoma" w:cs="Tahoma"/>
          <w:b/>
          <w:sz w:val="20"/>
        </w:rPr>
      </w:pPr>
    </w:p>
    <w:p w:rsidR="00EA60BE" w:rsidRPr="00296561" w:rsidRDefault="00EA60BE" w:rsidP="00C50C17">
      <w:pPr>
        <w:spacing w:line="360" w:lineRule="auto"/>
        <w:jc w:val="both"/>
        <w:rPr>
          <w:rFonts w:ascii="Tahoma" w:hAnsi="Tahoma" w:cs="Tahoma"/>
          <w:b/>
          <w:sz w:val="20"/>
        </w:rPr>
      </w:pPr>
      <w:r w:rsidRPr="00296561">
        <w:rPr>
          <w:rFonts w:ascii="Tahoma" w:hAnsi="Tahoma" w:cs="Tahoma"/>
          <w:b/>
          <w:sz w:val="20"/>
        </w:rPr>
        <w:t xml:space="preserve">DGA S.A. </w:t>
      </w:r>
      <w:r w:rsidR="00646FBB">
        <w:rPr>
          <w:rFonts w:ascii="Tahoma" w:hAnsi="Tahoma" w:cs="Tahoma"/>
          <w:b/>
          <w:sz w:val="20"/>
        </w:rPr>
        <w:t xml:space="preserve">podpisała </w:t>
      </w:r>
      <w:r w:rsidR="00C50C17">
        <w:rPr>
          <w:rFonts w:ascii="Tahoma" w:hAnsi="Tahoma" w:cs="Tahoma"/>
          <w:b/>
          <w:sz w:val="20"/>
        </w:rPr>
        <w:t xml:space="preserve">29 lipca 2011 r. </w:t>
      </w:r>
      <w:r w:rsidR="00646FBB">
        <w:rPr>
          <w:rFonts w:ascii="Tahoma" w:hAnsi="Tahoma" w:cs="Tahoma"/>
          <w:b/>
          <w:sz w:val="20"/>
        </w:rPr>
        <w:t xml:space="preserve">kolejną dużą umowę w ostatnim czasie. Tym razem o wartości 3,6 mln zł z Województwem Łódzkim. </w:t>
      </w:r>
      <w:r w:rsidR="00C50C17">
        <w:rPr>
          <w:rFonts w:ascii="Tahoma" w:hAnsi="Tahoma" w:cs="Tahoma"/>
          <w:b/>
          <w:sz w:val="20"/>
        </w:rPr>
        <w:t>Wcześniej</w:t>
      </w:r>
      <w:r w:rsidR="00646FBB">
        <w:rPr>
          <w:rFonts w:ascii="Tahoma" w:hAnsi="Tahoma" w:cs="Tahoma"/>
          <w:b/>
          <w:sz w:val="20"/>
        </w:rPr>
        <w:t xml:space="preserve"> </w:t>
      </w:r>
      <w:r w:rsidR="00C50C17">
        <w:rPr>
          <w:rFonts w:ascii="Tahoma" w:hAnsi="Tahoma" w:cs="Tahoma"/>
          <w:b/>
          <w:sz w:val="20"/>
        </w:rPr>
        <w:t>(13 czerwca 2011 r.) spółka informowała o umowie z PARP o wartości 8,2 mln zł.</w:t>
      </w:r>
      <w:r w:rsidRPr="00296561">
        <w:rPr>
          <w:rFonts w:ascii="Tahoma" w:hAnsi="Tahoma" w:cs="Tahoma"/>
          <w:b/>
          <w:sz w:val="20"/>
        </w:rPr>
        <w:t xml:space="preserve"> </w:t>
      </w:r>
      <w:r w:rsidR="00443FFA">
        <w:rPr>
          <w:rFonts w:ascii="Tahoma" w:hAnsi="Tahoma" w:cs="Tahoma"/>
          <w:b/>
          <w:sz w:val="20"/>
        </w:rPr>
        <w:t>Obie umowy mają dofinansowanie w ramach Programu Operacyjnego Kapitał Ludzki</w:t>
      </w:r>
      <w:r w:rsidR="00FC3C2F">
        <w:rPr>
          <w:rFonts w:ascii="Tahoma" w:hAnsi="Tahoma" w:cs="Tahoma"/>
          <w:b/>
          <w:sz w:val="20"/>
        </w:rPr>
        <w:t xml:space="preserve"> współfinansowanego ze środków Europejskiego Funduszu Społecznego.</w:t>
      </w:r>
    </w:p>
    <w:p w:rsidR="00EA60BE" w:rsidRPr="00B11223" w:rsidRDefault="00EA60BE" w:rsidP="00B11223">
      <w:pPr>
        <w:spacing w:line="360" w:lineRule="auto"/>
        <w:jc w:val="both"/>
        <w:rPr>
          <w:rFonts w:ascii="Tahoma" w:hAnsi="Tahoma" w:cs="Tahoma"/>
          <w:sz w:val="20"/>
        </w:rPr>
      </w:pPr>
    </w:p>
    <w:p w:rsidR="00FC3C2F" w:rsidRDefault="00FC3C2F" w:rsidP="00B55851">
      <w:p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Nowa umowa</w:t>
      </w:r>
      <w:r w:rsidR="00B55851">
        <w:rPr>
          <w:rFonts w:ascii="Tahoma" w:hAnsi="Tahoma" w:cs="Tahoma"/>
          <w:sz w:val="20"/>
        </w:rPr>
        <w:t xml:space="preserve"> (pt. </w:t>
      </w:r>
      <w:r>
        <w:rPr>
          <w:rFonts w:ascii="Tahoma" w:hAnsi="Tahoma" w:cs="Tahoma"/>
          <w:sz w:val="20"/>
        </w:rPr>
        <w:t>„Wspieramy nowe zatrudnienie”</w:t>
      </w:r>
      <w:r w:rsidR="00B55851">
        <w:rPr>
          <w:rFonts w:ascii="Tahoma" w:hAnsi="Tahoma" w:cs="Tahoma"/>
          <w:sz w:val="20"/>
        </w:rPr>
        <w:t>)</w:t>
      </w:r>
      <w:r>
        <w:rPr>
          <w:rFonts w:ascii="Tahoma" w:hAnsi="Tahoma" w:cs="Tahoma"/>
          <w:sz w:val="20"/>
        </w:rPr>
        <w:t xml:space="preserve"> skierowan</w:t>
      </w:r>
      <w:r w:rsidR="00B55851">
        <w:rPr>
          <w:rFonts w:ascii="Tahoma" w:hAnsi="Tahoma" w:cs="Tahoma"/>
          <w:sz w:val="20"/>
        </w:rPr>
        <w:t>a</w:t>
      </w:r>
      <w:r>
        <w:rPr>
          <w:rFonts w:ascii="Tahoma" w:hAnsi="Tahoma" w:cs="Tahoma"/>
          <w:sz w:val="20"/>
        </w:rPr>
        <w:t xml:space="preserve"> jest do osób fizycznych zamieszkujących lub pracujących na terenie województwa łódzkiego. W</w:t>
      </w:r>
      <w:r w:rsidR="00B55851">
        <w:rPr>
          <w:rFonts w:ascii="Tahoma" w:hAnsi="Tahoma" w:cs="Tahoma"/>
          <w:sz w:val="20"/>
        </w:rPr>
        <w:t xml:space="preserve"> projekcie może</w:t>
      </w:r>
      <w:r>
        <w:rPr>
          <w:rFonts w:ascii="Tahoma" w:hAnsi="Tahoma" w:cs="Tahoma"/>
          <w:sz w:val="20"/>
        </w:rPr>
        <w:t xml:space="preserve"> wziąć udział 300 </w:t>
      </w:r>
      <w:r w:rsidRPr="00EE6EE0">
        <w:rPr>
          <w:rFonts w:ascii="Tahoma" w:hAnsi="Tahoma" w:cs="Tahoma"/>
          <w:sz w:val="20"/>
        </w:rPr>
        <w:t>osób</w:t>
      </w:r>
      <w:r>
        <w:rPr>
          <w:rFonts w:ascii="Tahoma" w:hAnsi="Tahoma" w:cs="Tahoma"/>
          <w:sz w:val="20"/>
        </w:rPr>
        <w:t xml:space="preserve">, </w:t>
      </w:r>
      <w:r w:rsidRPr="00EE6EE0">
        <w:rPr>
          <w:rFonts w:ascii="Tahoma" w:hAnsi="Tahoma" w:cs="Tahoma"/>
          <w:sz w:val="20"/>
        </w:rPr>
        <w:t xml:space="preserve">które utraciły pracę z przyczyn leżących </w:t>
      </w:r>
      <w:proofErr w:type="spellStart"/>
      <w:r w:rsidRPr="00EE6EE0">
        <w:rPr>
          <w:rFonts w:ascii="Tahoma" w:hAnsi="Tahoma" w:cs="Tahoma"/>
          <w:sz w:val="20"/>
        </w:rPr>
        <w:t>po</w:t>
      </w:r>
      <w:proofErr w:type="spellEnd"/>
      <w:r w:rsidRPr="00EE6EE0">
        <w:rPr>
          <w:rFonts w:ascii="Tahoma" w:hAnsi="Tahoma" w:cs="Tahoma"/>
          <w:sz w:val="20"/>
        </w:rPr>
        <w:t xml:space="preserve"> stronie zakładu pracy</w:t>
      </w:r>
      <w:r>
        <w:rPr>
          <w:rFonts w:ascii="Tahoma" w:hAnsi="Tahoma" w:cs="Tahoma"/>
          <w:sz w:val="20"/>
        </w:rPr>
        <w:t xml:space="preserve"> lub są zagrożone negatywnymi skutkami restrukturyzacji w przedsiębiorstwach.</w:t>
      </w:r>
      <w:r w:rsidRPr="00EE6EE0">
        <w:rPr>
          <w:rFonts w:ascii="Tahoma" w:hAnsi="Tahoma" w:cs="Tahoma"/>
          <w:sz w:val="20"/>
        </w:rPr>
        <w:t xml:space="preserve"> Celem projektu jest </w:t>
      </w:r>
      <w:r>
        <w:rPr>
          <w:rFonts w:ascii="Tahoma" w:hAnsi="Tahoma" w:cs="Tahoma"/>
          <w:sz w:val="20"/>
        </w:rPr>
        <w:t xml:space="preserve">opracowanie i wdrożenie kompleksowego programu typu </w:t>
      </w:r>
      <w:proofErr w:type="spellStart"/>
      <w:r>
        <w:rPr>
          <w:rFonts w:ascii="Tahoma" w:hAnsi="Tahoma" w:cs="Tahoma"/>
          <w:sz w:val="20"/>
        </w:rPr>
        <w:t>outplacement</w:t>
      </w:r>
      <w:proofErr w:type="spellEnd"/>
      <w:r>
        <w:rPr>
          <w:rFonts w:ascii="Tahoma" w:hAnsi="Tahoma" w:cs="Tahoma"/>
          <w:sz w:val="20"/>
        </w:rPr>
        <w:t>. Uczestnicy projektu otrzymają wsparcie w formie doradztwa zawodowego i poradnictwa psychologicznego, szkoleń, pomocy w znalezieniu nowej pracy a dla 10 osób przygotowane są środki finansowe na otwarcie własnej działalności gospodarczej. Dla uczestników udział w projekcie jest bezpłatny. Wszystkie planowane do przeprowadzenia działania mają pomó</w:t>
      </w:r>
      <w:r w:rsidRPr="00EE6EE0">
        <w:rPr>
          <w:rFonts w:ascii="Tahoma" w:hAnsi="Tahoma" w:cs="Tahoma"/>
          <w:sz w:val="20"/>
        </w:rPr>
        <w:t xml:space="preserve">c </w:t>
      </w:r>
      <w:r>
        <w:rPr>
          <w:rFonts w:ascii="Tahoma" w:hAnsi="Tahoma" w:cs="Tahoma"/>
          <w:sz w:val="20"/>
        </w:rPr>
        <w:t>beneficjentom znaleźć</w:t>
      </w:r>
      <w:r w:rsidRPr="00EE6EE0">
        <w:rPr>
          <w:rFonts w:ascii="Tahoma" w:hAnsi="Tahoma" w:cs="Tahoma"/>
          <w:sz w:val="20"/>
        </w:rPr>
        <w:t xml:space="preserve"> now</w:t>
      </w:r>
      <w:r>
        <w:rPr>
          <w:rFonts w:ascii="Tahoma" w:hAnsi="Tahoma" w:cs="Tahoma"/>
          <w:sz w:val="20"/>
        </w:rPr>
        <w:t>ego pracodawcę lub przygotować</w:t>
      </w:r>
      <w:r w:rsidRPr="00EE6EE0">
        <w:rPr>
          <w:rFonts w:ascii="Tahoma" w:hAnsi="Tahoma" w:cs="Tahoma"/>
          <w:sz w:val="20"/>
        </w:rPr>
        <w:t xml:space="preserve"> do samodzielnego poszukiwania pracy na rynku.</w:t>
      </w:r>
      <w:r>
        <w:rPr>
          <w:rFonts w:ascii="Tahoma" w:hAnsi="Tahoma" w:cs="Tahoma"/>
          <w:sz w:val="20"/>
        </w:rPr>
        <w:t xml:space="preserve"> </w:t>
      </w:r>
    </w:p>
    <w:p w:rsidR="008E10E2" w:rsidRDefault="008E10E2" w:rsidP="00B55851">
      <w:pPr>
        <w:spacing w:line="360" w:lineRule="auto"/>
        <w:jc w:val="both"/>
        <w:rPr>
          <w:rFonts w:ascii="Tahoma" w:hAnsi="Tahoma" w:cs="Tahoma"/>
          <w:sz w:val="20"/>
        </w:rPr>
      </w:pPr>
    </w:p>
    <w:p w:rsidR="00691A80" w:rsidRDefault="00691A80" w:rsidP="00FC3C2F">
      <w:pPr>
        <w:jc w:val="both"/>
        <w:rPr>
          <w:rFonts w:ascii="Tahoma" w:hAnsi="Tahoma" w:cs="Tahoma"/>
          <w:sz w:val="20"/>
        </w:rPr>
      </w:pPr>
    </w:p>
    <w:p w:rsidR="00691A80" w:rsidRDefault="00691A80" w:rsidP="00FC3C2F">
      <w:pPr>
        <w:jc w:val="both"/>
        <w:rPr>
          <w:rFonts w:ascii="Tahoma" w:hAnsi="Tahoma" w:cs="Tahoma"/>
          <w:sz w:val="20"/>
        </w:rPr>
      </w:pPr>
    </w:p>
    <w:p w:rsidR="00691A80" w:rsidRDefault="00691A80" w:rsidP="00FC3C2F">
      <w:pPr>
        <w:jc w:val="both"/>
        <w:rPr>
          <w:rFonts w:ascii="Tahoma" w:hAnsi="Tahoma" w:cs="Tahoma"/>
          <w:sz w:val="20"/>
        </w:rPr>
      </w:pPr>
    </w:p>
    <w:p w:rsidR="00691A80" w:rsidRDefault="00691A80" w:rsidP="00FC3C2F">
      <w:pPr>
        <w:jc w:val="both"/>
        <w:rPr>
          <w:rFonts w:ascii="Tahoma" w:hAnsi="Tahoma" w:cs="Tahoma"/>
          <w:sz w:val="20"/>
        </w:rPr>
      </w:pPr>
    </w:p>
    <w:p w:rsidR="00691A80" w:rsidRDefault="00691A80" w:rsidP="00FC3C2F">
      <w:pPr>
        <w:jc w:val="both"/>
        <w:rPr>
          <w:rFonts w:ascii="Tahoma" w:hAnsi="Tahoma" w:cs="Tahoma"/>
          <w:sz w:val="20"/>
        </w:rPr>
      </w:pPr>
    </w:p>
    <w:p w:rsidR="00691A80" w:rsidRDefault="00691A80" w:rsidP="00691A80">
      <w:pPr>
        <w:spacing w:after="60"/>
        <w:ind w:right="3969"/>
        <w:rPr>
          <w:rFonts w:ascii="Tahoma" w:hAnsi="Tahoma"/>
          <w:b/>
          <w:sz w:val="18"/>
        </w:rPr>
      </w:pPr>
      <w:r>
        <w:rPr>
          <w:rFonts w:ascii="Tahoma" w:hAnsi="Tahoma"/>
          <w:b/>
          <w:sz w:val="20"/>
        </w:rPr>
        <w:t xml:space="preserve">Andrzej Głowacki </w:t>
      </w:r>
    </w:p>
    <w:p w:rsidR="00691A80" w:rsidRDefault="00691A80" w:rsidP="00691A80">
      <w:pPr>
        <w:spacing w:after="60"/>
        <w:ind w:right="3969"/>
        <w:rPr>
          <w:rFonts w:ascii="Tahoma" w:hAnsi="Tahoma"/>
          <w:sz w:val="20"/>
        </w:rPr>
      </w:pPr>
      <w:r>
        <w:rPr>
          <w:rFonts w:ascii="Tahoma" w:hAnsi="Tahoma"/>
          <w:b/>
          <w:sz w:val="20"/>
        </w:rPr>
        <w:t xml:space="preserve">Prezes Zarządu DGA S.A. </w:t>
      </w:r>
    </w:p>
    <w:p w:rsidR="00FC3C2F" w:rsidRDefault="00FC3C2F" w:rsidP="00FC3C2F">
      <w:pPr>
        <w:jc w:val="both"/>
        <w:rPr>
          <w:rFonts w:ascii="Tahoma" w:hAnsi="Tahoma" w:cs="Tahoma"/>
          <w:sz w:val="20"/>
        </w:rPr>
      </w:pPr>
    </w:p>
    <w:sectPr w:rsidR="00FC3C2F" w:rsidSect="00316F35">
      <w:footerReference w:type="default" r:id="rId7"/>
      <w:headerReference w:type="first" r:id="rId8"/>
      <w:footerReference w:type="first" r:id="rId9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658" w:rsidRDefault="007C3658">
      <w:r>
        <w:separator/>
      </w:r>
    </w:p>
  </w:endnote>
  <w:endnote w:type="continuationSeparator" w:id="0">
    <w:p w:rsidR="007C3658" w:rsidRDefault="007C36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0BE" w:rsidRDefault="0006106E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2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D14C9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407.6pt;margin-top:-3.55pt;width:.05pt;height:20.25pt;z-index:251661312;mso-position-horizontal-relative:text;mso-position-vertical-relative:text" o:connectortype="straight" strokecolor="#f79646" strokeweight="2.5pt">
          <v:shadow color="#868686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0BE" w:rsidRPr="00C64F4A" w:rsidRDefault="0006106E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5991225" cy="952500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122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A60BE" w:rsidRPr="00F96658" w:rsidRDefault="00EA60BE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658" w:rsidRDefault="007C3658">
      <w:r>
        <w:separator/>
      </w:r>
    </w:p>
  </w:footnote>
  <w:footnote w:type="continuationSeparator" w:id="0">
    <w:p w:rsidR="007C3658" w:rsidRDefault="007C36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0BE" w:rsidRPr="00F96658" w:rsidRDefault="0006106E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3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509F1"/>
    <w:multiLevelType w:val="hybridMultilevel"/>
    <w:tmpl w:val="135ABDE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14BF"/>
    <w:rsid w:val="00017CFE"/>
    <w:rsid w:val="000209EF"/>
    <w:rsid w:val="00027A11"/>
    <w:rsid w:val="00044E15"/>
    <w:rsid w:val="0006106E"/>
    <w:rsid w:val="00090EE3"/>
    <w:rsid w:val="000B7EA0"/>
    <w:rsid w:val="000C14F5"/>
    <w:rsid w:val="000E135A"/>
    <w:rsid w:val="000E1B25"/>
    <w:rsid w:val="000F1307"/>
    <w:rsid w:val="00136B0C"/>
    <w:rsid w:val="00152C87"/>
    <w:rsid w:val="001614BF"/>
    <w:rsid w:val="00184433"/>
    <w:rsid w:val="001849EF"/>
    <w:rsid w:val="00193D4F"/>
    <w:rsid w:val="001F01CC"/>
    <w:rsid w:val="00213546"/>
    <w:rsid w:val="002436FA"/>
    <w:rsid w:val="0026350A"/>
    <w:rsid w:val="00271F64"/>
    <w:rsid w:val="00296561"/>
    <w:rsid w:val="002A2B48"/>
    <w:rsid w:val="002E3279"/>
    <w:rsid w:val="00305B01"/>
    <w:rsid w:val="00314CAB"/>
    <w:rsid w:val="00316F35"/>
    <w:rsid w:val="003363A5"/>
    <w:rsid w:val="0035052B"/>
    <w:rsid w:val="00355EB0"/>
    <w:rsid w:val="003659F5"/>
    <w:rsid w:val="003A6A0A"/>
    <w:rsid w:val="003C202F"/>
    <w:rsid w:val="003D7D15"/>
    <w:rsid w:val="003E75F3"/>
    <w:rsid w:val="004152B4"/>
    <w:rsid w:val="0041565F"/>
    <w:rsid w:val="004335F1"/>
    <w:rsid w:val="00433F30"/>
    <w:rsid w:val="00440028"/>
    <w:rsid w:val="004426BB"/>
    <w:rsid w:val="00443FFA"/>
    <w:rsid w:val="004C0763"/>
    <w:rsid w:val="004C47BF"/>
    <w:rsid w:val="00502E50"/>
    <w:rsid w:val="005350AB"/>
    <w:rsid w:val="005355AA"/>
    <w:rsid w:val="0054662D"/>
    <w:rsid w:val="00567DC5"/>
    <w:rsid w:val="005B344C"/>
    <w:rsid w:val="005C3731"/>
    <w:rsid w:val="005C4DE2"/>
    <w:rsid w:val="005C5283"/>
    <w:rsid w:val="005C7DF1"/>
    <w:rsid w:val="005F2DD0"/>
    <w:rsid w:val="0061150D"/>
    <w:rsid w:val="00625B6A"/>
    <w:rsid w:val="00646FBB"/>
    <w:rsid w:val="00655B6C"/>
    <w:rsid w:val="006666EE"/>
    <w:rsid w:val="00670E24"/>
    <w:rsid w:val="006737FD"/>
    <w:rsid w:val="00691A80"/>
    <w:rsid w:val="006B074D"/>
    <w:rsid w:val="006D14C9"/>
    <w:rsid w:val="007140B9"/>
    <w:rsid w:val="00734D18"/>
    <w:rsid w:val="007720B4"/>
    <w:rsid w:val="007B2C02"/>
    <w:rsid w:val="007B7071"/>
    <w:rsid w:val="007C3658"/>
    <w:rsid w:val="007C5AC2"/>
    <w:rsid w:val="00813B4D"/>
    <w:rsid w:val="008370FC"/>
    <w:rsid w:val="00876DA3"/>
    <w:rsid w:val="008B5665"/>
    <w:rsid w:val="008C4BA4"/>
    <w:rsid w:val="008D1A31"/>
    <w:rsid w:val="008E10E2"/>
    <w:rsid w:val="008E3AE7"/>
    <w:rsid w:val="008E6647"/>
    <w:rsid w:val="008E7260"/>
    <w:rsid w:val="00917AE0"/>
    <w:rsid w:val="00935BC8"/>
    <w:rsid w:val="00954AEA"/>
    <w:rsid w:val="00960AD6"/>
    <w:rsid w:val="009906DA"/>
    <w:rsid w:val="00993E76"/>
    <w:rsid w:val="00995336"/>
    <w:rsid w:val="009C15C6"/>
    <w:rsid w:val="009C59B1"/>
    <w:rsid w:val="009C5CE3"/>
    <w:rsid w:val="009D09CE"/>
    <w:rsid w:val="009D6D29"/>
    <w:rsid w:val="009F14F1"/>
    <w:rsid w:val="00A01E37"/>
    <w:rsid w:val="00A079CA"/>
    <w:rsid w:val="00A14A0C"/>
    <w:rsid w:val="00A34928"/>
    <w:rsid w:val="00A6694E"/>
    <w:rsid w:val="00A75EA2"/>
    <w:rsid w:val="00A9685C"/>
    <w:rsid w:val="00AD0578"/>
    <w:rsid w:val="00AD3E54"/>
    <w:rsid w:val="00AF4EC0"/>
    <w:rsid w:val="00B069E1"/>
    <w:rsid w:val="00B11223"/>
    <w:rsid w:val="00B22FD6"/>
    <w:rsid w:val="00B31D58"/>
    <w:rsid w:val="00B344B2"/>
    <w:rsid w:val="00B37C88"/>
    <w:rsid w:val="00B426F6"/>
    <w:rsid w:val="00B4687E"/>
    <w:rsid w:val="00B55851"/>
    <w:rsid w:val="00B660C3"/>
    <w:rsid w:val="00B83CCA"/>
    <w:rsid w:val="00B96D3A"/>
    <w:rsid w:val="00B974C7"/>
    <w:rsid w:val="00BB1347"/>
    <w:rsid w:val="00BF1F7F"/>
    <w:rsid w:val="00BF2103"/>
    <w:rsid w:val="00BF2427"/>
    <w:rsid w:val="00BF72E0"/>
    <w:rsid w:val="00BF73B2"/>
    <w:rsid w:val="00BF78DA"/>
    <w:rsid w:val="00C047FB"/>
    <w:rsid w:val="00C134A1"/>
    <w:rsid w:val="00C152E1"/>
    <w:rsid w:val="00C23686"/>
    <w:rsid w:val="00C456C6"/>
    <w:rsid w:val="00C50C17"/>
    <w:rsid w:val="00C64F4A"/>
    <w:rsid w:val="00C92427"/>
    <w:rsid w:val="00CE6E7F"/>
    <w:rsid w:val="00D010A3"/>
    <w:rsid w:val="00D27627"/>
    <w:rsid w:val="00D30065"/>
    <w:rsid w:val="00D41ED7"/>
    <w:rsid w:val="00D47410"/>
    <w:rsid w:val="00D610FE"/>
    <w:rsid w:val="00D908BB"/>
    <w:rsid w:val="00D9553C"/>
    <w:rsid w:val="00DA3859"/>
    <w:rsid w:val="00DA4B71"/>
    <w:rsid w:val="00DB0DF4"/>
    <w:rsid w:val="00DB1C1D"/>
    <w:rsid w:val="00DB5BA8"/>
    <w:rsid w:val="00DC382E"/>
    <w:rsid w:val="00DF6E3B"/>
    <w:rsid w:val="00E436CD"/>
    <w:rsid w:val="00E7320C"/>
    <w:rsid w:val="00E75F8F"/>
    <w:rsid w:val="00EA2FDE"/>
    <w:rsid w:val="00EA60BE"/>
    <w:rsid w:val="00EC18EB"/>
    <w:rsid w:val="00EE3C7F"/>
    <w:rsid w:val="00F20345"/>
    <w:rsid w:val="00F22F9A"/>
    <w:rsid w:val="00F47424"/>
    <w:rsid w:val="00F50460"/>
    <w:rsid w:val="00F80B6B"/>
    <w:rsid w:val="00F833B8"/>
    <w:rsid w:val="00F96658"/>
    <w:rsid w:val="00FA0CC3"/>
    <w:rsid w:val="00FA6596"/>
    <w:rsid w:val="00FA6C42"/>
    <w:rsid w:val="00FB3FAB"/>
    <w:rsid w:val="00FB51E9"/>
    <w:rsid w:val="00FC3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9F5"/>
    <w:rPr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C3731"/>
    <w:rPr>
      <w:rFonts w:cs="Times New Roman"/>
      <w:sz w:val="28"/>
    </w:rPr>
  </w:style>
  <w:style w:type="paragraph" w:styleId="Stopka">
    <w:name w:val="footer"/>
    <w:basedOn w:val="Normalny"/>
    <w:link w:val="StopkaZnak"/>
    <w:uiPriority w:val="99"/>
    <w:rsid w:val="00A968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6D14C9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5C4DE2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7B2C02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7B2C02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5C3731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C37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78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8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23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subject/>
  <dc:creator>Pracownik</dc:creator>
  <cp:keywords/>
  <dc:description/>
  <cp:lastModifiedBy>Piechowiak, Błażej</cp:lastModifiedBy>
  <cp:revision>3</cp:revision>
  <cp:lastPrinted>2011-03-21T10:46:00Z</cp:lastPrinted>
  <dcterms:created xsi:type="dcterms:W3CDTF">2011-07-29T13:13:00Z</dcterms:created>
  <dcterms:modified xsi:type="dcterms:W3CDTF">2011-07-29T13:32:00Z</dcterms:modified>
</cp:coreProperties>
</file>